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E140231" w14:textId="77777777" w:rsidTr="00987DB5">
        <w:tc>
          <w:tcPr>
            <w:tcW w:w="9498" w:type="dxa"/>
          </w:tcPr>
          <w:p w14:paraId="7E14022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140247" wp14:editId="7E14024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4022D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E14022E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7E14022F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E14023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E140232" w14:textId="540325FC" w:rsidR="0033636C" w:rsidRPr="0066121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6121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86F9C">
            <w:rPr>
              <w:rFonts w:ascii="Times New Roman" w:hAnsi="Times New Roman"/>
              <w:sz w:val="28"/>
              <w:szCs w:val="28"/>
            </w:rPr>
            <w:t>24 декабря 2025 года</w:t>
          </w:r>
        </w:sdtContent>
      </w:sdt>
      <w:r w:rsidRPr="0066121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86F9C" w:rsidRPr="00B86F9C">
            <w:rPr>
              <w:rFonts w:ascii="Times New Roman" w:hAnsi="Times New Roman"/>
              <w:sz w:val="28"/>
              <w:szCs w:val="28"/>
            </w:rPr>
            <w:t>956</w:t>
          </w:r>
        </w:sdtContent>
      </w:sdt>
    </w:p>
    <w:p w14:paraId="7E14023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A1B393B" w14:textId="77777777" w:rsidR="001402F7" w:rsidRDefault="008A4F9D" w:rsidP="0066121C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8A4F9D">
        <w:rPr>
          <w:rFonts w:ascii="Times New Roman" w:hAnsi="Times New Roman"/>
          <w:b/>
          <w:bCs/>
          <w:iCs/>
          <w:sz w:val="28"/>
          <w:szCs w:val="28"/>
        </w:rPr>
        <w:t>О</w:t>
      </w:r>
      <w:r w:rsidR="00E05569">
        <w:rPr>
          <w:rFonts w:ascii="Times New Roman" w:hAnsi="Times New Roman"/>
          <w:b/>
          <w:bCs/>
          <w:iCs/>
          <w:sz w:val="28"/>
          <w:szCs w:val="28"/>
        </w:rPr>
        <w:t>б утверждении Порядка о</w:t>
      </w:r>
      <w:r w:rsidR="001402F7">
        <w:rPr>
          <w:rFonts w:ascii="Times New Roman" w:hAnsi="Times New Roman"/>
          <w:b/>
          <w:bCs/>
          <w:iCs/>
          <w:sz w:val="28"/>
          <w:szCs w:val="28"/>
        </w:rPr>
        <w:t>пределения платы для физических</w:t>
      </w:r>
    </w:p>
    <w:p w14:paraId="0BF5D1D7" w14:textId="77777777" w:rsidR="001402F7" w:rsidRDefault="00E05569" w:rsidP="0066121C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и юридических лиц за </w:t>
      </w:r>
      <w:r w:rsidR="0050193A">
        <w:rPr>
          <w:rFonts w:ascii="Times New Roman" w:hAnsi="Times New Roman"/>
          <w:b/>
          <w:bCs/>
          <w:iCs/>
          <w:sz w:val="28"/>
          <w:szCs w:val="28"/>
        </w:rPr>
        <w:t xml:space="preserve">оказание </w:t>
      </w:r>
      <w:r>
        <w:rPr>
          <w:rFonts w:ascii="Times New Roman" w:hAnsi="Times New Roman"/>
          <w:b/>
          <w:bCs/>
          <w:iCs/>
          <w:sz w:val="28"/>
          <w:szCs w:val="28"/>
        </w:rPr>
        <w:t>услуг</w:t>
      </w:r>
      <w:r w:rsidR="0050193A">
        <w:rPr>
          <w:rFonts w:ascii="Times New Roman" w:hAnsi="Times New Roman"/>
          <w:b/>
          <w:bCs/>
          <w:iCs/>
          <w:sz w:val="28"/>
          <w:szCs w:val="28"/>
        </w:rPr>
        <w:t>, выполнение</w:t>
      </w:r>
      <w:r w:rsidR="001402F7">
        <w:rPr>
          <w:rFonts w:ascii="Times New Roman" w:hAnsi="Times New Roman"/>
          <w:b/>
          <w:bCs/>
          <w:iCs/>
          <w:sz w:val="28"/>
          <w:szCs w:val="28"/>
        </w:rPr>
        <w:t xml:space="preserve"> работ,</w:t>
      </w:r>
    </w:p>
    <w:p w14:paraId="7E140234" w14:textId="707FCA58" w:rsidR="0033636C" w:rsidRPr="00B72149" w:rsidRDefault="00E05569" w:rsidP="006612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относящи</w:t>
      </w:r>
      <w:r w:rsidR="0050193A">
        <w:rPr>
          <w:rFonts w:ascii="Times New Roman" w:hAnsi="Times New Roman"/>
          <w:b/>
          <w:bCs/>
          <w:iCs/>
          <w:sz w:val="28"/>
          <w:szCs w:val="28"/>
        </w:rPr>
        <w:t>х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ся к основным видам деятельности муниципальных бюджетных, автономных, казенных учреждений, кроме </w:t>
      </w:r>
      <w:r w:rsidR="004A711F">
        <w:rPr>
          <w:rFonts w:ascii="Times New Roman" w:hAnsi="Times New Roman"/>
          <w:b/>
          <w:bCs/>
          <w:iCs/>
          <w:sz w:val="28"/>
          <w:szCs w:val="28"/>
        </w:rPr>
        <w:t xml:space="preserve">бюджетных </w:t>
      </w:r>
      <w:r>
        <w:rPr>
          <w:rFonts w:ascii="Times New Roman" w:hAnsi="Times New Roman"/>
          <w:b/>
          <w:bCs/>
          <w:iCs/>
          <w:sz w:val="28"/>
          <w:szCs w:val="28"/>
        </w:rPr>
        <w:t>у</w:t>
      </w:r>
      <w:r w:rsidR="00C22027">
        <w:rPr>
          <w:rFonts w:ascii="Times New Roman" w:hAnsi="Times New Roman"/>
          <w:b/>
          <w:bCs/>
          <w:iCs/>
          <w:sz w:val="28"/>
          <w:szCs w:val="28"/>
        </w:rPr>
        <w:t>чреждений образования, культуры и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спорта</w:t>
      </w:r>
    </w:p>
    <w:p w14:paraId="7E140235" w14:textId="77777777" w:rsidR="00185FEC" w:rsidRDefault="00185FEC" w:rsidP="006612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658A5F" w14:textId="29271C69" w:rsidR="00B72149" w:rsidRDefault="00B72149" w:rsidP="0066121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В соответствии с</w:t>
      </w:r>
      <w:r w:rsidR="00E05569">
        <w:rPr>
          <w:rFonts w:ascii="Times New Roman" w:hAnsi="Times New Roman"/>
          <w:sz w:val="28"/>
          <w:szCs w:val="28"/>
        </w:rPr>
        <w:t xml:space="preserve"> Федеральным законом от 12.01.1996 № 7-ФЗ </w:t>
      </w:r>
      <w:r w:rsidR="001402F7">
        <w:rPr>
          <w:rFonts w:ascii="Times New Roman" w:hAnsi="Times New Roman"/>
          <w:sz w:val="28"/>
          <w:szCs w:val="28"/>
        </w:rPr>
        <w:br/>
      </w:r>
      <w:r w:rsidR="00E05569">
        <w:rPr>
          <w:rFonts w:ascii="Times New Roman" w:hAnsi="Times New Roman"/>
          <w:sz w:val="28"/>
          <w:szCs w:val="28"/>
        </w:rPr>
        <w:t>«О некоммерческих организациях», ру</w:t>
      </w:r>
      <w:r w:rsidRPr="00B72149">
        <w:rPr>
          <w:rFonts w:ascii="Times New Roman" w:hAnsi="Times New Roman"/>
          <w:sz w:val="28"/>
          <w:szCs w:val="28"/>
        </w:rPr>
        <w:t>ководствуясь статьей 36 Устава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b/>
          <w:sz w:val="28"/>
          <w:szCs w:val="28"/>
        </w:rPr>
        <w:t>ПОСТАНОВЛЯЕТ:</w:t>
      </w:r>
    </w:p>
    <w:p w14:paraId="3C5863AD" w14:textId="51767007" w:rsidR="00E05569" w:rsidRDefault="00E05569" w:rsidP="006612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569">
        <w:rPr>
          <w:rFonts w:ascii="Times New Roman" w:hAnsi="Times New Roman"/>
          <w:sz w:val="28"/>
          <w:szCs w:val="28"/>
        </w:rPr>
        <w:t xml:space="preserve">1. Утвердить Порядок определения платы для физических </w:t>
      </w:r>
      <w:r w:rsidR="001402F7">
        <w:rPr>
          <w:rFonts w:ascii="Times New Roman" w:hAnsi="Times New Roman"/>
          <w:sz w:val="28"/>
          <w:szCs w:val="28"/>
        </w:rPr>
        <w:br/>
      </w:r>
      <w:r w:rsidRPr="00E05569">
        <w:rPr>
          <w:rFonts w:ascii="Times New Roman" w:hAnsi="Times New Roman"/>
          <w:sz w:val="28"/>
          <w:szCs w:val="28"/>
        </w:rPr>
        <w:t xml:space="preserve">и юридических лиц за </w:t>
      </w:r>
      <w:r w:rsidR="0050193A">
        <w:rPr>
          <w:rFonts w:ascii="Times New Roman" w:hAnsi="Times New Roman"/>
          <w:sz w:val="28"/>
          <w:szCs w:val="28"/>
        </w:rPr>
        <w:t xml:space="preserve">оказание </w:t>
      </w:r>
      <w:r w:rsidRPr="00E05569">
        <w:rPr>
          <w:rFonts w:ascii="Times New Roman" w:hAnsi="Times New Roman"/>
          <w:sz w:val="28"/>
          <w:szCs w:val="28"/>
        </w:rPr>
        <w:t>услуг</w:t>
      </w:r>
      <w:r w:rsidR="0050193A">
        <w:rPr>
          <w:rFonts w:ascii="Times New Roman" w:hAnsi="Times New Roman"/>
          <w:sz w:val="28"/>
          <w:szCs w:val="28"/>
        </w:rPr>
        <w:t xml:space="preserve">, выполнение работ, </w:t>
      </w:r>
      <w:r w:rsidRPr="00E05569">
        <w:rPr>
          <w:rFonts w:ascii="Times New Roman" w:hAnsi="Times New Roman"/>
          <w:sz w:val="28"/>
          <w:szCs w:val="28"/>
        </w:rPr>
        <w:t>относящи</w:t>
      </w:r>
      <w:r w:rsidR="0050193A">
        <w:rPr>
          <w:rFonts w:ascii="Times New Roman" w:hAnsi="Times New Roman"/>
          <w:sz w:val="28"/>
          <w:szCs w:val="28"/>
        </w:rPr>
        <w:t>х</w:t>
      </w:r>
      <w:r w:rsidRPr="00E05569">
        <w:rPr>
          <w:rFonts w:ascii="Times New Roman" w:hAnsi="Times New Roman"/>
          <w:sz w:val="28"/>
          <w:szCs w:val="28"/>
        </w:rPr>
        <w:t xml:space="preserve">ся </w:t>
      </w:r>
      <w:r w:rsidR="001402F7">
        <w:rPr>
          <w:rFonts w:ascii="Times New Roman" w:hAnsi="Times New Roman"/>
          <w:sz w:val="28"/>
          <w:szCs w:val="28"/>
        </w:rPr>
        <w:br/>
      </w:r>
      <w:r w:rsidRPr="00E05569">
        <w:rPr>
          <w:rFonts w:ascii="Times New Roman" w:hAnsi="Times New Roman"/>
          <w:sz w:val="28"/>
          <w:szCs w:val="28"/>
        </w:rPr>
        <w:t xml:space="preserve">к основным видам деятельности муниципальных бюджетных, автономных, казенных учреждений, кроме </w:t>
      </w:r>
      <w:r w:rsidR="004A711F">
        <w:rPr>
          <w:rFonts w:ascii="Times New Roman" w:hAnsi="Times New Roman"/>
          <w:sz w:val="28"/>
          <w:szCs w:val="28"/>
        </w:rPr>
        <w:t xml:space="preserve">бюджетных </w:t>
      </w:r>
      <w:r w:rsidRPr="00E05569">
        <w:rPr>
          <w:rFonts w:ascii="Times New Roman" w:hAnsi="Times New Roman"/>
          <w:sz w:val="28"/>
          <w:szCs w:val="28"/>
        </w:rPr>
        <w:t>учреждений образовани</w:t>
      </w:r>
      <w:r w:rsidR="00C22027">
        <w:rPr>
          <w:rFonts w:ascii="Times New Roman" w:hAnsi="Times New Roman"/>
          <w:sz w:val="28"/>
          <w:szCs w:val="28"/>
        </w:rPr>
        <w:t>я, культуры и</w:t>
      </w:r>
      <w:r w:rsidRPr="00E055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спорта </w:t>
      </w:r>
      <w:r w:rsidRPr="00E05569">
        <w:rPr>
          <w:rFonts w:ascii="Times New Roman" w:hAnsi="Times New Roman"/>
          <w:sz w:val="28"/>
          <w:szCs w:val="28"/>
        </w:rPr>
        <w:t>(прилагается).</w:t>
      </w:r>
    </w:p>
    <w:p w14:paraId="3879951E" w14:textId="24CC45B5" w:rsidR="002952EB" w:rsidRDefault="002952EB" w:rsidP="006612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утратившими силу постановления </w:t>
      </w:r>
      <w:r w:rsidR="001A48CF"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Ногликский»:</w:t>
      </w:r>
    </w:p>
    <w:p w14:paraId="4B9AEA60" w14:textId="590B2D78" w:rsidR="001A48CF" w:rsidRDefault="001A48CF" w:rsidP="006612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27.04.2011 № 200 «Об утверждении Порядка определения платы для физических и юридических лиц за услуги (работы), относящиеся к основным видам деятельности муниципальных бюджетных, автономных казенных учреждений, кроме учреждений образования, культуры, здравоохранения»;</w:t>
      </w:r>
    </w:p>
    <w:p w14:paraId="277C58D7" w14:textId="5C1AAC79" w:rsidR="001A48CF" w:rsidRPr="00E05569" w:rsidRDefault="001A48CF" w:rsidP="006612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06.03.2019 № 137 «О внесении изменений в постановление администрации муниципального образования «Городской округ Ногликский» от 27.04.2011 № 200».</w:t>
      </w:r>
    </w:p>
    <w:p w14:paraId="6C945457" w14:textId="0BAAA3A0" w:rsidR="008F7C60" w:rsidRDefault="008F7C60" w:rsidP="006612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1402F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Ногликский </w:t>
      </w:r>
      <w:r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 в информационно-телекоммуникационной сети «Интернет».</w:t>
      </w:r>
    </w:p>
    <w:p w14:paraId="47782B4B" w14:textId="4990971E" w:rsidR="00E05569" w:rsidRPr="00E05569" w:rsidRDefault="008F7C60" w:rsidP="006612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05569" w:rsidRPr="00E0556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1402F7">
        <w:rPr>
          <w:rFonts w:ascii="Times New Roman" w:hAnsi="Times New Roman"/>
          <w:sz w:val="28"/>
          <w:szCs w:val="28"/>
        </w:rPr>
        <w:t>оставляю</w:t>
      </w:r>
      <w:r w:rsidR="00E05569" w:rsidRPr="00E05569">
        <w:rPr>
          <w:rFonts w:ascii="Times New Roman" w:hAnsi="Times New Roman"/>
          <w:sz w:val="28"/>
          <w:szCs w:val="28"/>
        </w:rPr>
        <w:t xml:space="preserve"> </w:t>
      </w:r>
      <w:r w:rsidR="001402F7">
        <w:rPr>
          <w:rFonts w:ascii="Times New Roman" w:hAnsi="Times New Roman"/>
          <w:sz w:val="28"/>
          <w:szCs w:val="28"/>
        </w:rPr>
        <w:br/>
      </w:r>
      <w:r w:rsidR="0066121C">
        <w:rPr>
          <w:rFonts w:ascii="Times New Roman" w:hAnsi="Times New Roman"/>
          <w:sz w:val="28"/>
          <w:szCs w:val="28"/>
        </w:rPr>
        <w:t>з</w:t>
      </w:r>
      <w:r w:rsidR="00E05569" w:rsidRPr="00E05569">
        <w:rPr>
          <w:rFonts w:ascii="Times New Roman" w:hAnsi="Times New Roman"/>
          <w:sz w:val="28"/>
          <w:szCs w:val="28"/>
        </w:rPr>
        <w:t xml:space="preserve">а </w:t>
      </w:r>
      <w:r w:rsidR="0066121C">
        <w:rPr>
          <w:rFonts w:ascii="Times New Roman" w:hAnsi="Times New Roman"/>
          <w:sz w:val="28"/>
          <w:szCs w:val="28"/>
        </w:rPr>
        <w:t>собой</w:t>
      </w:r>
      <w:r w:rsidR="001402F7">
        <w:rPr>
          <w:rFonts w:ascii="Times New Roman" w:hAnsi="Times New Roman"/>
          <w:sz w:val="28"/>
          <w:szCs w:val="28"/>
        </w:rPr>
        <w:t>.</w:t>
      </w:r>
    </w:p>
    <w:p w14:paraId="71C04B3D" w14:textId="79134A42" w:rsidR="00E05569" w:rsidRPr="00E05569" w:rsidRDefault="00E05569" w:rsidP="006612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1188D0" w14:textId="5064EE82" w:rsidR="00B72149" w:rsidRDefault="00B72149" w:rsidP="006612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B1EDF98" w14:textId="77777777" w:rsidR="008F7C60" w:rsidRPr="00B72149" w:rsidRDefault="008F7C60" w:rsidP="006612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C5321B2" w14:textId="77777777" w:rsidR="0066121C" w:rsidRDefault="0066121C" w:rsidP="00661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B72149" w:rsidRPr="00B72149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15BA519B" w14:textId="2C408D18" w:rsidR="00B72149" w:rsidRPr="00B72149" w:rsidRDefault="00B72149" w:rsidP="00661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5C64A01" w14:textId="4F046C9D" w:rsidR="00297D52" w:rsidRDefault="00B72149" w:rsidP="00661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Ногликский</w:t>
      </w:r>
      <w:r w:rsidR="001402F7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27D96A12" w14:textId="3BCB150C" w:rsidR="00B72149" w:rsidRPr="00B72149" w:rsidRDefault="00297D52" w:rsidP="00661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B72149" w:rsidRPr="00B72149">
        <w:rPr>
          <w:rFonts w:ascii="Times New Roman" w:hAnsi="Times New Roman"/>
          <w:sz w:val="28"/>
          <w:szCs w:val="28"/>
        </w:rPr>
        <w:tab/>
      </w:r>
      <w:r w:rsidR="00B72149" w:rsidRPr="00B7214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</w:t>
      </w:r>
      <w:r w:rsidR="0066121C">
        <w:rPr>
          <w:rFonts w:ascii="Times New Roman" w:hAnsi="Times New Roman"/>
          <w:sz w:val="28"/>
          <w:szCs w:val="28"/>
        </w:rPr>
        <w:tab/>
        <w:t xml:space="preserve">                              Я.С. </w:t>
      </w:r>
      <w:proofErr w:type="spellStart"/>
      <w:r w:rsidR="0066121C">
        <w:rPr>
          <w:rFonts w:ascii="Times New Roman" w:hAnsi="Times New Roman"/>
          <w:sz w:val="28"/>
          <w:szCs w:val="28"/>
        </w:rPr>
        <w:t>Русанов</w:t>
      </w:r>
      <w:proofErr w:type="spellEnd"/>
    </w:p>
    <w:sectPr w:rsidR="00B72149" w:rsidRPr="00B72149" w:rsidSect="001402F7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B2282" w14:textId="77777777" w:rsidR="00F519CF" w:rsidRDefault="00F519CF" w:rsidP="0033636C">
      <w:pPr>
        <w:spacing w:after="0" w:line="240" w:lineRule="auto"/>
      </w:pPr>
      <w:r>
        <w:separator/>
      </w:r>
    </w:p>
  </w:endnote>
  <w:endnote w:type="continuationSeparator" w:id="0">
    <w:p w14:paraId="1A50737E" w14:textId="77777777" w:rsidR="00F519CF" w:rsidRDefault="00F519CF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4024D" w14:textId="008CCB9D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4732F" w14:textId="77777777" w:rsidR="00F519CF" w:rsidRDefault="00F519CF" w:rsidP="0033636C">
      <w:pPr>
        <w:spacing w:after="0" w:line="240" w:lineRule="auto"/>
      </w:pPr>
      <w:r>
        <w:separator/>
      </w:r>
    </w:p>
  </w:footnote>
  <w:footnote w:type="continuationSeparator" w:id="0">
    <w:p w14:paraId="72EB4621" w14:textId="77777777" w:rsidR="00F519CF" w:rsidRDefault="00F519CF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884404"/>
      <w:docPartObj>
        <w:docPartGallery w:val="Page Numbers (Top of Page)"/>
        <w:docPartUnique/>
      </w:docPartObj>
    </w:sdtPr>
    <w:sdtEndPr/>
    <w:sdtContent>
      <w:p w14:paraId="10F8E61D" w14:textId="64A2DE67" w:rsidR="001402F7" w:rsidRDefault="001402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25C">
          <w:rPr>
            <w:noProof/>
          </w:rPr>
          <w:t>2</w:t>
        </w:r>
        <w:r>
          <w:fldChar w:fldCharType="end"/>
        </w:r>
      </w:p>
    </w:sdtContent>
  </w:sdt>
  <w:p w14:paraId="4E76A968" w14:textId="77777777" w:rsidR="001402F7" w:rsidRDefault="001402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E08"/>
    <w:rsid w:val="00006513"/>
    <w:rsid w:val="00053BD0"/>
    <w:rsid w:val="001402F7"/>
    <w:rsid w:val="00185FEC"/>
    <w:rsid w:val="001A48CF"/>
    <w:rsid w:val="001E1F9F"/>
    <w:rsid w:val="002003DC"/>
    <w:rsid w:val="00293634"/>
    <w:rsid w:val="002952EB"/>
    <w:rsid w:val="00297D52"/>
    <w:rsid w:val="002B25A6"/>
    <w:rsid w:val="002B5CAC"/>
    <w:rsid w:val="003322E4"/>
    <w:rsid w:val="0033636C"/>
    <w:rsid w:val="003977D8"/>
    <w:rsid w:val="003A03E3"/>
    <w:rsid w:val="003D706F"/>
    <w:rsid w:val="003E4257"/>
    <w:rsid w:val="0041426F"/>
    <w:rsid w:val="004811AC"/>
    <w:rsid w:val="004A711F"/>
    <w:rsid w:val="004D225C"/>
    <w:rsid w:val="004D7B22"/>
    <w:rsid w:val="0050193A"/>
    <w:rsid w:val="00520CBF"/>
    <w:rsid w:val="00537B49"/>
    <w:rsid w:val="00553249"/>
    <w:rsid w:val="00653ADE"/>
    <w:rsid w:val="0066121C"/>
    <w:rsid w:val="006F125A"/>
    <w:rsid w:val="006F3CF8"/>
    <w:rsid w:val="0078258B"/>
    <w:rsid w:val="008322E2"/>
    <w:rsid w:val="008629FA"/>
    <w:rsid w:val="008A4F9D"/>
    <w:rsid w:val="008C38C6"/>
    <w:rsid w:val="008F7C60"/>
    <w:rsid w:val="00982D4B"/>
    <w:rsid w:val="00987DB5"/>
    <w:rsid w:val="00A30AF1"/>
    <w:rsid w:val="00AC72C8"/>
    <w:rsid w:val="00B051D0"/>
    <w:rsid w:val="00B07CFB"/>
    <w:rsid w:val="00B10ED9"/>
    <w:rsid w:val="00B240BB"/>
    <w:rsid w:val="00B25688"/>
    <w:rsid w:val="00B72149"/>
    <w:rsid w:val="00B86F9C"/>
    <w:rsid w:val="00BE3532"/>
    <w:rsid w:val="00BF3D6F"/>
    <w:rsid w:val="00C0019B"/>
    <w:rsid w:val="00C02849"/>
    <w:rsid w:val="00C22027"/>
    <w:rsid w:val="00CA659E"/>
    <w:rsid w:val="00CE71BD"/>
    <w:rsid w:val="00D12794"/>
    <w:rsid w:val="00D67BD8"/>
    <w:rsid w:val="00D74B9F"/>
    <w:rsid w:val="00DF7897"/>
    <w:rsid w:val="00E05569"/>
    <w:rsid w:val="00E37B8A"/>
    <w:rsid w:val="00E609BC"/>
    <w:rsid w:val="00F2375D"/>
    <w:rsid w:val="00F519CF"/>
    <w:rsid w:val="00FA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022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82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2D4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B0439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46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cp:lastPrinted>2025-12-24T05:58:00Z</cp:lastPrinted>
  <dcterms:created xsi:type="dcterms:W3CDTF">2025-10-20T00:58:00Z</dcterms:created>
  <dcterms:modified xsi:type="dcterms:W3CDTF">2025-12-24T05:58:00Z</dcterms:modified>
</cp:coreProperties>
</file>